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AD9CC-E658-4421-8EA5-622D1664F5C4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